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A3341" w14:textId="230F09F6" w:rsidR="007A4745" w:rsidRDefault="00F0580F">
      <w:pPr>
        <w:rPr>
          <w:b/>
        </w:rPr>
      </w:pPr>
      <w:r w:rsidRPr="00F0580F">
        <w:rPr>
          <w:b/>
        </w:rPr>
        <w:t>CBUS 214</w:t>
      </w:r>
      <w:r>
        <w:rPr>
          <w:b/>
        </w:rPr>
        <w:t xml:space="preserve">: </w:t>
      </w:r>
      <w:r w:rsidRPr="00F0580F">
        <w:rPr>
          <w:b/>
        </w:rPr>
        <w:t xml:space="preserve">Spreadsheet Applications for Business </w:t>
      </w:r>
    </w:p>
    <w:p w14:paraId="4E06FC9B" w14:textId="77777777" w:rsidR="001D4DD6" w:rsidRPr="007A4745" w:rsidRDefault="00357CA6">
      <w:pPr>
        <w:rPr>
          <w:b/>
        </w:rPr>
      </w:pPr>
      <w:r w:rsidRPr="007A4745">
        <w:rPr>
          <w:b/>
        </w:rPr>
        <w:t>Lad Assignment 1</w:t>
      </w:r>
    </w:p>
    <w:p w14:paraId="41A7E3BC" w14:textId="77777777" w:rsidR="00357CA6" w:rsidRDefault="00357CA6"/>
    <w:p w14:paraId="60D884ED" w14:textId="77777777" w:rsidR="00357CA6" w:rsidRDefault="00357CA6" w:rsidP="00AF06E6">
      <w:pPr>
        <w:spacing w:line="360" w:lineRule="auto"/>
      </w:pPr>
      <w:r>
        <w:t>Sally wants to create a workbook to record the recent book purchases made by sparrow &amp; pond. The workbook should list the recent acquisition from private sellers, Libraries, and other vendors; include a description of each book and calculate the total number of books acquired and the total amount spent by sparrow &amp; pond.</w:t>
      </w:r>
    </w:p>
    <w:p w14:paraId="6D706BEF" w14:textId="77777777" w:rsidR="00357CA6" w:rsidRDefault="00357CA6" w:rsidP="00AF06E6">
      <w:pPr>
        <w:spacing w:line="360" w:lineRule="auto"/>
      </w:pPr>
    </w:p>
    <w:p w14:paraId="0CE9A8FD" w14:textId="3303C2F9" w:rsidR="00357CA6" w:rsidRPr="00357CA6" w:rsidRDefault="00357CA6" w:rsidP="00AF06E6">
      <w:pPr>
        <w:spacing w:line="360" w:lineRule="auto"/>
        <w:rPr>
          <w:b/>
        </w:rPr>
      </w:pPr>
      <w:r w:rsidRPr="00357CA6">
        <w:rPr>
          <w:b/>
        </w:rPr>
        <w:t xml:space="preserve">Complete the </w:t>
      </w:r>
      <w:r w:rsidR="00F0580F" w:rsidRPr="00357CA6">
        <w:rPr>
          <w:b/>
        </w:rPr>
        <w:t>following:</w:t>
      </w:r>
    </w:p>
    <w:p w14:paraId="7B049A71" w14:textId="6E9C85AC" w:rsidR="00357CA6" w:rsidRDefault="00357CA6" w:rsidP="00AF06E6">
      <w:pPr>
        <w:spacing w:line="360" w:lineRule="auto"/>
        <w:rPr>
          <w:b/>
        </w:rPr>
      </w:pPr>
      <w:r>
        <w:t xml:space="preserve">1. Create a new, blank </w:t>
      </w:r>
      <w:r w:rsidR="00E502D0">
        <w:t>workbook</w:t>
      </w:r>
      <w:r>
        <w:t xml:space="preserve">, and then save the workbook as </w:t>
      </w:r>
      <w:r w:rsidRPr="00357CA6">
        <w:rPr>
          <w:b/>
        </w:rPr>
        <w:t>book List</w:t>
      </w:r>
      <w:r>
        <w:rPr>
          <w:b/>
        </w:rPr>
        <w:t>.</w:t>
      </w:r>
    </w:p>
    <w:p w14:paraId="7AA5EB84" w14:textId="77777777" w:rsidR="00357CA6" w:rsidRDefault="00357CA6" w:rsidP="00AF06E6">
      <w:pPr>
        <w:spacing w:line="360" w:lineRule="auto"/>
      </w:pPr>
      <w:r>
        <w:t xml:space="preserve">2.Rename the sheet1 worksheet as </w:t>
      </w:r>
      <w:r w:rsidRPr="00357CA6">
        <w:rPr>
          <w:b/>
        </w:rPr>
        <w:t>Documentation</w:t>
      </w:r>
      <w:r>
        <w:rPr>
          <w:b/>
        </w:rPr>
        <w:t xml:space="preserve">, </w:t>
      </w:r>
      <w:r w:rsidRPr="00357CA6">
        <w:t>and then enter the data shown in Figure 1-42 in the specified cells.</w:t>
      </w:r>
    </w:p>
    <w:p w14:paraId="4A491A91" w14:textId="77777777" w:rsidR="00357CA6" w:rsidRDefault="00357CA6" w:rsidP="00AF06E6">
      <w:pPr>
        <w:spacing w:line="360" w:lineRule="auto"/>
      </w:pP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080"/>
        <w:gridCol w:w="6788"/>
      </w:tblGrid>
      <w:tr w:rsidR="00357CA6" w14:paraId="5A5C075B" w14:textId="77777777" w:rsidTr="00357CA6">
        <w:tc>
          <w:tcPr>
            <w:tcW w:w="1080" w:type="dxa"/>
          </w:tcPr>
          <w:p w14:paraId="718D1101" w14:textId="77777777" w:rsidR="00357CA6" w:rsidRPr="00357CA6" w:rsidRDefault="00357CA6" w:rsidP="00AF06E6">
            <w:pPr>
              <w:spacing w:line="360" w:lineRule="auto"/>
              <w:rPr>
                <w:b/>
              </w:rPr>
            </w:pPr>
            <w:r w:rsidRPr="00357CA6">
              <w:rPr>
                <w:b/>
              </w:rPr>
              <w:t>Cell</w:t>
            </w:r>
          </w:p>
        </w:tc>
        <w:tc>
          <w:tcPr>
            <w:tcW w:w="6788" w:type="dxa"/>
          </w:tcPr>
          <w:p w14:paraId="4BD23585" w14:textId="77777777" w:rsidR="00357CA6" w:rsidRPr="00357CA6" w:rsidRDefault="00357CA6" w:rsidP="00AF06E6">
            <w:pPr>
              <w:spacing w:line="360" w:lineRule="auto"/>
              <w:rPr>
                <w:b/>
              </w:rPr>
            </w:pPr>
            <w:r w:rsidRPr="00357CA6">
              <w:rPr>
                <w:b/>
              </w:rPr>
              <w:t>Data</w:t>
            </w:r>
          </w:p>
        </w:tc>
      </w:tr>
      <w:tr w:rsidR="00357CA6" w14:paraId="1DF12484" w14:textId="77777777" w:rsidTr="00357CA6">
        <w:tc>
          <w:tcPr>
            <w:tcW w:w="1080" w:type="dxa"/>
          </w:tcPr>
          <w:p w14:paraId="1793184F" w14:textId="77777777" w:rsidR="00357CA6" w:rsidRDefault="00357CA6" w:rsidP="00AF06E6">
            <w:pPr>
              <w:spacing w:line="360" w:lineRule="auto"/>
            </w:pPr>
            <w:r>
              <w:t>A1</w:t>
            </w:r>
          </w:p>
        </w:tc>
        <w:tc>
          <w:tcPr>
            <w:tcW w:w="6788" w:type="dxa"/>
          </w:tcPr>
          <w:p w14:paraId="011857E9" w14:textId="77777777" w:rsidR="00357CA6" w:rsidRDefault="00357CA6" w:rsidP="00AF06E6">
            <w:pPr>
              <w:spacing w:line="360" w:lineRule="auto"/>
            </w:pPr>
            <w:r>
              <w:t>Sparrow &amp; Pond</w:t>
            </w:r>
          </w:p>
        </w:tc>
      </w:tr>
      <w:tr w:rsidR="00357CA6" w14:paraId="5FCFA58E" w14:textId="77777777" w:rsidTr="00357CA6">
        <w:tc>
          <w:tcPr>
            <w:tcW w:w="1080" w:type="dxa"/>
          </w:tcPr>
          <w:p w14:paraId="4712AF80" w14:textId="77777777" w:rsidR="00357CA6" w:rsidRDefault="00357CA6" w:rsidP="00AF06E6">
            <w:pPr>
              <w:spacing w:line="360" w:lineRule="auto"/>
            </w:pPr>
            <w:r>
              <w:t>A3</w:t>
            </w:r>
          </w:p>
        </w:tc>
        <w:tc>
          <w:tcPr>
            <w:tcW w:w="6788" w:type="dxa"/>
          </w:tcPr>
          <w:p w14:paraId="32E394C9" w14:textId="77777777" w:rsidR="00357CA6" w:rsidRDefault="00357CA6" w:rsidP="00AF06E6">
            <w:pPr>
              <w:spacing w:line="360" w:lineRule="auto"/>
            </w:pPr>
            <w:r>
              <w:t>Author</w:t>
            </w:r>
          </w:p>
        </w:tc>
      </w:tr>
      <w:tr w:rsidR="00357CA6" w14:paraId="78665CD5" w14:textId="77777777" w:rsidTr="00357CA6">
        <w:tc>
          <w:tcPr>
            <w:tcW w:w="1080" w:type="dxa"/>
          </w:tcPr>
          <w:p w14:paraId="3C0F1DD1" w14:textId="77777777" w:rsidR="00357CA6" w:rsidRDefault="00357CA6" w:rsidP="00AF06E6">
            <w:pPr>
              <w:spacing w:line="360" w:lineRule="auto"/>
            </w:pPr>
            <w:r>
              <w:t>A4</w:t>
            </w:r>
          </w:p>
        </w:tc>
        <w:tc>
          <w:tcPr>
            <w:tcW w:w="6788" w:type="dxa"/>
          </w:tcPr>
          <w:p w14:paraId="2AF79D9D" w14:textId="77777777" w:rsidR="00357CA6" w:rsidRDefault="00357CA6" w:rsidP="00AF06E6">
            <w:pPr>
              <w:spacing w:line="360" w:lineRule="auto"/>
            </w:pPr>
            <w:r>
              <w:t>Date</w:t>
            </w:r>
          </w:p>
        </w:tc>
      </w:tr>
      <w:tr w:rsidR="00357CA6" w14:paraId="38A5C9B2" w14:textId="77777777" w:rsidTr="00357CA6">
        <w:tc>
          <w:tcPr>
            <w:tcW w:w="1080" w:type="dxa"/>
          </w:tcPr>
          <w:p w14:paraId="0A045E8E" w14:textId="77777777" w:rsidR="00357CA6" w:rsidRDefault="00357CA6" w:rsidP="00AF06E6">
            <w:pPr>
              <w:spacing w:line="360" w:lineRule="auto"/>
            </w:pPr>
            <w:r>
              <w:t>A5</w:t>
            </w:r>
          </w:p>
        </w:tc>
        <w:tc>
          <w:tcPr>
            <w:tcW w:w="6788" w:type="dxa"/>
          </w:tcPr>
          <w:p w14:paraId="64AC14C6" w14:textId="77777777" w:rsidR="00357CA6" w:rsidRDefault="00357CA6" w:rsidP="00AF06E6">
            <w:pPr>
              <w:spacing w:line="360" w:lineRule="auto"/>
            </w:pPr>
            <w:r>
              <w:t>Purpose</w:t>
            </w:r>
          </w:p>
        </w:tc>
      </w:tr>
      <w:tr w:rsidR="00357CA6" w14:paraId="7D1EC43E" w14:textId="77777777" w:rsidTr="00357CA6">
        <w:tc>
          <w:tcPr>
            <w:tcW w:w="1080" w:type="dxa"/>
          </w:tcPr>
          <w:p w14:paraId="4B377C5E" w14:textId="77777777" w:rsidR="00357CA6" w:rsidRDefault="00357CA6" w:rsidP="00AF06E6">
            <w:pPr>
              <w:spacing w:line="360" w:lineRule="auto"/>
            </w:pPr>
            <w:r>
              <w:t>B3</w:t>
            </w:r>
          </w:p>
        </w:tc>
        <w:tc>
          <w:tcPr>
            <w:tcW w:w="6788" w:type="dxa"/>
          </w:tcPr>
          <w:p w14:paraId="2AAAFFA9" w14:textId="77777777" w:rsidR="00357CA6" w:rsidRPr="00357CA6" w:rsidRDefault="00357CA6" w:rsidP="00AF06E6">
            <w:pPr>
              <w:spacing w:line="360" w:lineRule="auto"/>
              <w:rPr>
                <w:i/>
              </w:rPr>
            </w:pPr>
            <w:r w:rsidRPr="00357CA6">
              <w:rPr>
                <w:i/>
              </w:rPr>
              <w:t>Your</w:t>
            </w:r>
            <w:r>
              <w:rPr>
                <w:i/>
              </w:rPr>
              <w:t xml:space="preserve"> </w:t>
            </w:r>
            <w:r w:rsidRPr="00357CA6">
              <w:rPr>
                <w:i/>
              </w:rPr>
              <w:t>Name</w:t>
            </w:r>
          </w:p>
        </w:tc>
      </w:tr>
      <w:tr w:rsidR="00357CA6" w14:paraId="3C3DCC12" w14:textId="77777777" w:rsidTr="00357CA6">
        <w:tc>
          <w:tcPr>
            <w:tcW w:w="1080" w:type="dxa"/>
          </w:tcPr>
          <w:p w14:paraId="205B742A" w14:textId="77777777" w:rsidR="00357CA6" w:rsidRDefault="00357CA6" w:rsidP="00AF06E6">
            <w:pPr>
              <w:spacing w:line="360" w:lineRule="auto"/>
            </w:pPr>
            <w:r>
              <w:t>B4</w:t>
            </w:r>
          </w:p>
        </w:tc>
        <w:tc>
          <w:tcPr>
            <w:tcW w:w="6788" w:type="dxa"/>
          </w:tcPr>
          <w:p w14:paraId="6F8429A0" w14:textId="77777777" w:rsidR="00357CA6" w:rsidRPr="00357CA6" w:rsidRDefault="00357CA6" w:rsidP="00AF06E6">
            <w:pPr>
              <w:spacing w:line="360" w:lineRule="auto"/>
              <w:rPr>
                <w:i/>
              </w:rPr>
            </w:pPr>
            <w:r w:rsidRPr="00357CA6">
              <w:rPr>
                <w:i/>
              </w:rPr>
              <w:t>Current Date</w:t>
            </w:r>
          </w:p>
        </w:tc>
      </w:tr>
      <w:tr w:rsidR="00357CA6" w14:paraId="690887E9" w14:textId="77777777" w:rsidTr="00357CA6">
        <w:tc>
          <w:tcPr>
            <w:tcW w:w="1080" w:type="dxa"/>
          </w:tcPr>
          <w:p w14:paraId="29CAAC93" w14:textId="77777777" w:rsidR="00357CA6" w:rsidRDefault="00357CA6" w:rsidP="00AF06E6">
            <w:pPr>
              <w:spacing w:line="360" w:lineRule="auto"/>
            </w:pPr>
            <w:r>
              <w:t>B5</w:t>
            </w:r>
          </w:p>
        </w:tc>
        <w:tc>
          <w:tcPr>
            <w:tcW w:w="6788" w:type="dxa"/>
          </w:tcPr>
          <w:p w14:paraId="5F4B5BAB" w14:textId="77777777" w:rsidR="00357CA6" w:rsidRDefault="00357CA6" w:rsidP="00AF06E6">
            <w:pPr>
              <w:spacing w:line="360" w:lineRule="auto"/>
            </w:pPr>
            <w:r>
              <w:t>To record book acquisition</w:t>
            </w:r>
          </w:p>
        </w:tc>
      </w:tr>
    </w:tbl>
    <w:tbl>
      <w:tblPr>
        <w:tblStyle w:val="TableGrid"/>
        <w:tblpPr w:leftFromText="180" w:rightFromText="180" w:vertAnchor="page" w:horzAnchor="page" w:tblpX="1189" w:tblpY="11341"/>
        <w:tblW w:w="9906" w:type="dxa"/>
        <w:tblLayout w:type="fixed"/>
        <w:tblLook w:val="04A0" w:firstRow="1" w:lastRow="0" w:firstColumn="1" w:lastColumn="0" w:noHBand="0" w:noVBand="1"/>
      </w:tblPr>
      <w:tblGrid>
        <w:gridCol w:w="1526"/>
        <w:gridCol w:w="1012"/>
        <w:gridCol w:w="1153"/>
        <w:gridCol w:w="2537"/>
        <w:gridCol w:w="1530"/>
        <w:gridCol w:w="1170"/>
        <w:gridCol w:w="978"/>
      </w:tblGrid>
      <w:tr w:rsidR="00064EA1" w14:paraId="166B35D4" w14:textId="77777777" w:rsidTr="006B5D1A">
        <w:trPr>
          <w:trHeight w:val="282"/>
        </w:trPr>
        <w:tc>
          <w:tcPr>
            <w:tcW w:w="1526" w:type="dxa"/>
          </w:tcPr>
          <w:p w14:paraId="4E5E9ABC" w14:textId="77777777" w:rsidR="00064EA1" w:rsidRPr="00734EF6" w:rsidRDefault="00064EA1" w:rsidP="00AF06E6">
            <w:pPr>
              <w:spacing w:line="360" w:lineRule="auto"/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ISBN</w:t>
            </w:r>
          </w:p>
        </w:tc>
        <w:tc>
          <w:tcPr>
            <w:tcW w:w="1012" w:type="dxa"/>
          </w:tcPr>
          <w:p w14:paraId="1E62F930" w14:textId="77777777" w:rsidR="00064EA1" w:rsidRPr="00734EF6" w:rsidRDefault="00064EA1" w:rsidP="00AF06E6">
            <w:pPr>
              <w:spacing w:line="360" w:lineRule="auto"/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STATUS</w:t>
            </w:r>
          </w:p>
        </w:tc>
        <w:tc>
          <w:tcPr>
            <w:tcW w:w="1153" w:type="dxa"/>
          </w:tcPr>
          <w:p w14:paraId="55FE6693" w14:textId="77777777" w:rsidR="00064EA1" w:rsidRPr="00734EF6" w:rsidRDefault="00064EA1" w:rsidP="00AF06E6">
            <w:pPr>
              <w:spacing w:line="360" w:lineRule="auto"/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BINDING</w:t>
            </w:r>
          </w:p>
        </w:tc>
        <w:tc>
          <w:tcPr>
            <w:tcW w:w="2537" w:type="dxa"/>
          </w:tcPr>
          <w:p w14:paraId="1BB201D3" w14:textId="77777777" w:rsidR="00064EA1" w:rsidRPr="00734EF6" w:rsidRDefault="00064EA1" w:rsidP="00AF06E6">
            <w:pPr>
              <w:spacing w:line="360" w:lineRule="auto"/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1530" w:type="dxa"/>
          </w:tcPr>
          <w:p w14:paraId="16FCCF20" w14:textId="77777777" w:rsidR="00064EA1" w:rsidRPr="00734EF6" w:rsidRDefault="00064EA1" w:rsidP="00AF06E6">
            <w:pPr>
              <w:spacing w:line="360" w:lineRule="auto"/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AUTHOR</w:t>
            </w:r>
          </w:p>
        </w:tc>
        <w:tc>
          <w:tcPr>
            <w:tcW w:w="1170" w:type="dxa"/>
          </w:tcPr>
          <w:p w14:paraId="7BA2BF6F" w14:textId="77777777" w:rsidR="00064EA1" w:rsidRPr="00734EF6" w:rsidRDefault="00064EA1" w:rsidP="00AF06E6">
            <w:pPr>
              <w:spacing w:line="360" w:lineRule="auto"/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Condition</w:t>
            </w:r>
          </w:p>
        </w:tc>
        <w:tc>
          <w:tcPr>
            <w:tcW w:w="978" w:type="dxa"/>
          </w:tcPr>
          <w:p w14:paraId="2D970A19" w14:textId="77777777" w:rsidR="00064EA1" w:rsidRPr="00734EF6" w:rsidRDefault="00064EA1" w:rsidP="00AF06E6">
            <w:pPr>
              <w:spacing w:line="360" w:lineRule="auto"/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PRICE</w:t>
            </w:r>
          </w:p>
        </w:tc>
      </w:tr>
      <w:tr w:rsidR="00064EA1" w14:paraId="1890E899" w14:textId="77777777" w:rsidTr="006B5D1A">
        <w:trPr>
          <w:trHeight w:val="912"/>
        </w:trPr>
        <w:tc>
          <w:tcPr>
            <w:tcW w:w="1526" w:type="dxa"/>
          </w:tcPr>
          <w:p w14:paraId="29FCCA34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 w:rsidRPr="00734EF6">
              <w:rPr>
                <w:sz w:val="20"/>
                <w:szCs w:val="20"/>
              </w:rPr>
              <w:t>0-67002103-2</w:t>
            </w:r>
          </w:p>
        </w:tc>
        <w:tc>
          <w:tcPr>
            <w:tcW w:w="1012" w:type="dxa"/>
          </w:tcPr>
          <w:p w14:paraId="61E5EB9B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 w:rsidRPr="00734EF6">
              <w:rPr>
                <w:sz w:val="20"/>
                <w:szCs w:val="20"/>
              </w:rPr>
              <w:t>New</w:t>
            </w:r>
          </w:p>
        </w:tc>
        <w:tc>
          <w:tcPr>
            <w:tcW w:w="1153" w:type="dxa"/>
          </w:tcPr>
          <w:p w14:paraId="4C8C746C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 w:rsidRPr="00734EF6">
              <w:rPr>
                <w:sz w:val="20"/>
                <w:szCs w:val="20"/>
              </w:rPr>
              <w:t>Softcover</w:t>
            </w:r>
          </w:p>
        </w:tc>
        <w:tc>
          <w:tcPr>
            <w:tcW w:w="2537" w:type="dxa"/>
          </w:tcPr>
          <w:p w14:paraId="435B2847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 w:rsidRPr="00734EF6">
              <w:rPr>
                <w:sz w:val="20"/>
                <w:szCs w:val="20"/>
              </w:rPr>
              <w:t>Rocket Men: The Epic Story of the First Men on the Moon</w:t>
            </w:r>
          </w:p>
        </w:tc>
        <w:tc>
          <w:tcPr>
            <w:tcW w:w="1530" w:type="dxa"/>
          </w:tcPr>
          <w:p w14:paraId="1B250BDB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Nelson,Craig</w:t>
            </w:r>
            <w:proofErr w:type="spellEnd"/>
          </w:p>
        </w:tc>
        <w:tc>
          <w:tcPr>
            <w:tcW w:w="1170" w:type="dxa"/>
          </w:tcPr>
          <w:p w14:paraId="77447EC9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  <w:tc>
          <w:tcPr>
            <w:tcW w:w="978" w:type="dxa"/>
          </w:tcPr>
          <w:p w14:paraId="19C0E7FF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$12.95</w:t>
            </w:r>
          </w:p>
        </w:tc>
      </w:tr>
      <w:tr w:rsidR="00064EA1" w14:paraId="6D5FA718" w14:textId="77777777" w:rsidTr="006B5D1A">
        <w:trPr>
          <w:trHeight w:val="304"/>
        </w:trPr>
        <w:tc>
          <w:tcPr>
            <w:tcW w:w="1526" w:type="dxa"/>
          </w:tcPr>
          <w:p w14:paraId="0A37E996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0-195-09076-4</w:t>
            </w:r>
          </w:p>
        </w:tc>
        <w:tc>
          <w:tcPr>
            <w:tcW w:w="1012" w:type="dxa"/>
          </w:tcPr>
          <w:p w14:paraId="1E08D538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</w:t>
            </w:r>
          </w:p>
        </w:tc>
        <w:tc>
          <w:tcPr>
            <w:tcW w:w="1153" w:type="dxa"/>
          </w:tcPr>
          <w:p w14:paraId="53E881E3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Hardcover</w:t>
            </w:r>
          </w:p>
        </w:tc>
        <w:tc>
          <w:tcPr>
            <w:tcW w:w="2537" w:type="dxa"/>
          </w:tcPr>
          <w:p w14:paraId="19CBB251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Building of Colorado</w:t>
            </w:r>
          </w:p>
        </w:tc>
        <w:tc>
          <w:tcPr>
            <w:tcW w:w="1530" w:type="dxa"/>
          </w:tcPr>
          <w:p w14:paraId="36848087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Noel,Thomas</w:t>
            </w:r>
            <w:proofErr w:type="spellEnd"/>
          </w:p>
        </w:tc>
        <w:tc>
          <w:tcPr>
            <w:tcW w:w="1170" w:type="dxa"/>
          </w:tcPr>
          <w:p w14:paraId="1443903D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Good</w:t>
            </w:r>
          </w:p>
        </w:tc>
        <w:tc>
          <w:tcPr>
            <w:tcW w:w="978" w:type="dxa"/>
          </w:tcPr>
          <w:p w14:paraId="7F013BCA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$22.50</w:t>
            </w:r>
          </w:p>
        </w:tc>
      </w:tr>
      <w:tr w:rsidR="00064EA1" w14:paraId="1BD46EF8" w14:textId="77777777" w:rsidTr="006B5D1A">
        <w:trPr>
          <w:trHeight w:val="304"/>
        </w:trPr>
        <w:tc>
          <w:tcPr>
            <w:tcW w:w="1526" w:type="dxa"/>
          </w:tcPr>
          <w:p w14:paraId="099A4785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0-375-70365-9</w:t>
            </w:r>
          </w:p>
        </w:tc>
        <w:tc>
          <w:tcPr>
            <w:tcW w:w="1012" w:type="dxa"/>
          </w:tcPr>
          <w:p w14:paraId="7EB68045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</w:t>
            </w:r>
          </w:p>
        </w:tc>
        <w:tc>
          <w:tcPr>
            <w:tcW w:w="1153" w:type="dxa"/>
          </w:tcPr>
          <w:p w14:paraId="3A63D7CB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Softcover</w:t>
            </w:r>
          </w:p>
        </w:tc>
        <w:tc>
          <w:tcPr>
            <w:tcW w:w="2537" w:type="dxa"/>
          </w:tcPr>
          <w:p w14:paraId="235A62FC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American </w:t>
            </w:r>
            <w:proofErr w:type="spellStart"/>
            <w:r>
              <w:rPr>
                <w:sz w:val="20"/>
                <w:szCs w:val="20"/>
              </w:rPr>
              <w:t>Vision:The</w:t>
            </w:r>
            <w:proofErr w:type="spellEnd"/>
            <w:r>
              <w:rPr>
                <w:sz w:val="20"/>
                <w:szCs w:val="20"/>
              </w:rPr>
              <w:t xml:space="preserve"> Epic History of art on America</w:t>
            </w:r>
          </w:p>
        </w:tc>
        <w:tc>
          <w:tcPr>
            <w:tcW w:w="1530" w:type="dxa"/>
          </w:tcPr>
          <w:p w14:paraId="5D942806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Hughes,Report</w:t>
            </w:r>
            <w:proofErr w:type="spellEnd"/>
          </w:p>
        </w:tc>
        <w:tc>
          <w:tcPr>
            <w:tcW w:w="1170" w:type="dxa"/>
          </w:tcPr>
          <w:p w14:paraId="17D05D27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Excellent</w:t>
            </w:r>
          </w:p>
        </w:tc>
        <w:tc>
          <w:tcPr>
            <w:tcW w:w="978" w:type="dxa"/>
          </w:tcPr>
          <w:p w14:paraId="2F925505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$22.50</w:t>
            </w:r>
          </w:p>
        </w:tc>
      </w:tr>
      <w:tr w:rsidR="00064EA1" w14:paraId="59F59F9E" w14:textId="77777777" w:rsidTr="006B5D1A">
        <w:trPr>
          <w:trHeight w:val="304"/>
        </w:trPr>
        <w:tc>
          <w:tcPr>
            <w:tcW w:w="1526" w:type="dxa"/>
          </w:tcPr>
          <w:p w14:paraId="3FB1E4E1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1-564-77848-7</w:t>
            </w:r>
          </w:p>
        </w:tc>
        <w:tc>
          <w:tcPr>
            <w:tcW w:w="1012" w:type="dxa"/>
          </w:tcPr>
          <w:p w14:paraId="26A65BD7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</w:t>
            </w:r>
          </w:p>
        </w:tc>
        <w:tc>
          <w:tcPr>
            <w:tcW w:w="1153" w:type="dxa"/>
          </w:tcPr>
          <w:p w14:paraId="571E0140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Softcover</w:t>
            </w:r>
          </w:p>
        </w:tc>
        <w:tc>
          <w:tcPr>
            <w:tcW w:w="2537" w:type="dxa"/>
          </w:tcPr>
          <w:p w14:paraId="3522CC4B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Simple Comforts: 12 Cozy Lap Quilts</w:t>
            </w:r>
          </w:p>
        </w:tc>
        <w:tc>
          <w:tcPr>
            <w:tcW w:w="1530" w:type="dxa"/>
          </w:tcPr>
          <w:p w14:paraId="13041D22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Diehl,Kim</w:t>
            </w:r>
            <w:proofErr w:type="spellEnd"/>
          </w:p>
        </w:tc>
        <w:tc>
          <w:tcPr>
            <w:tcW w:w="1170" w:type="dxa"/>
          </w:tcPr>
          <w:p w14:paraId="1FDE6A8F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Very Good</w:t>
            </w:r>
          </w:p>
        </w:tc>
        <w:tc>
          <w:tcPr>
            <w:tcW w:w="978" w:type="dxa"/>
          </w:tcPr>
          <w:p w14:paraId="32AAB52F" w14:textId="77777777" w:rsidR="00064EA1" w:rsidRPr="00734EF6" w:rsidRDefault="00064EA1" w:rsidP="00AF06E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$9.25</w:t>
            </w:r>
          </w:p>
        </w:tc>
      </w:tr>
    </w:tbl>
    <w:p w14:paraId="1055E98E" w14:textId="77777777" w:rsidR="00357CA6" w:rsidRDefault="00357CA6" w:rsidP="00AF06E6">
      <w:pPr>
        <w:spacing w:line="360" w:lineRule="auto"/>
        <w:jc w:val="center"/>
        <w:rPr>
          <w:b/>
        </w:rPr>
      </w:pPr>
      <w:r w:rsidRPr="00357CA6">
        <w:rPr>
          <w:b/>
        </w:rPr>
        <w:t>Figure 1-42 : Documentation Sheet Data</w:t>
      </w:r>
    </w:p>
    <w:p w14:paraId="71069DAE" w14:textId="77777777" w:rsidR="002E2F4E" w:rsidRDefault="002E2F4E" w:rsidP="00AF06E6">
      <w:pPr>
        <w:spacing w:line="360" w:lineRule="auto"/>
        <w:jc w:val="center"/>
        <w:rPr>
          <w:b/>
        </w:rPr>
      </w:pPr>
    </w:p>
    <w:p w14:paraId="37CB5892" w14:textId="77777777" w:rsidR="00AF06E6" w:rsidRDefault="00AF06E6" w:rsidP="00AF06E6">
      <w:pPr>
        <w:spacing w:line="360" w:lineRule="auto"/>
      </w:pPr>
    </w:p>
    <w:p w14:paraId="0F11A1CC" w14:textId="77777777" w:rsidR="00AF06E6" w:rsidRDefault="00AF06E6" w:rsidP="00AF06E6">
      <w:pPr>
        <w:spacing w:line="360" w:lineRule="auto"/>
      </w:pPr>
    </w:p>
    <w:p w14:paraId="4AEDB591" w14:textId="77777777" w:rsidR="00357CA6" w:rsidRDefault="00D46DAA" w:rsidP="00AF06E6">
      <w:pPr>
        <w:spacing w:line="360" w:lineRule="auto"/>
      </w:pPr>
      <w:r w:rsidRPr="00D46DAA">
        <w:lastRenderedPageBreak/>
        <w:t>3. Set the font size of the title text in cell A1 to 26 point.</w:t>
      </w:r>
    </w:p>
    <w:p w14:paraId="1F89A3BB" w14:textId="77777777" w:rsidR="001A7F31" w:rsidRDefault="001A7F31" w:rsidP="00AF06E6">
      <w:pPr>
        <w:spacing w:line="360" w:lineRule="auto"/>
      </w:pPr>
      <w:r w:rsidRPr="00D46DAA">
        <w:t>4</w:t>
      </w:r>
      <w:r>
        <w:t xml:space="preserve">. Add new worksheet after the Documentation sheet, and then rename the sheet as </w:t>
      </w:r>
      <w:r w:rsidRPr="00ED15B2">
        <w:rPr>
          <w:b/>
        </w:rPr>
        <w:t>Books</w:t>
      </w:r>
      <w:r>
        <w:t>.</w:t>
      </w:r>
    </w:p>
    <w:p w14:paraId="41EBA200" w14:textId="77777777" w:rsidR="001A7F31" w:rsidRDefault="001A7F31" w:rsidP="00AF06E6">
      <w:pPr>
        <w:spacing w:line="360" w:lineRule="auto"/>
      </w:pPr>
      <w:r>
        <w:t xml:space="preserve">5. In cell A1, enter the text </w:t>
      </w:r>
      <w:r w:rsidRPr="001C5258">
        <w:rPr>
          <w:b/>
        </w:rPr>
        <w:t>book Acquisitions</w:t>
      </w:r>
      <w:r>
        <w:t>. Set the font size of this text to 26 point.</w:t>
      </w:r>
    </w:p>
    <w:p w14:paraId="66433D13" w14:textId="3278D0E6" w:rsidR="00DF2351" w:rsidRPr="00AF06E6" w:rsidRDefault="001A7F31" w:rsidP="00AF06E6">
      <w:pPr>
        <w:spacing w:line="360" w:lineRule="auto"/>
        <w:rPr>
          <w:b/>
        </w:rPr>
      </w:pPr>
      <w:r>
        <w:t xml:space="preserve">6. In cell A2, Enter the text </w:t>
      </w:r>
      <w:r w:rsidRPr="001C5258">
        <w:rPr>
          <w:b/>
        </w:rPr>
        <w:t>DATE</w:t>
      </w:r>
      <w:r>
        <w:t xml:space="preserve"> as the </w:t>
      </w:r>
      <w:proofErr w:type="spellStart"/>
      <w:r>
        <w:t>lable</w:t>
      </w:r>
      <w:proofErr w:type="spellEnd"/>
      <w:r>
        <w:t xml:space="preserve">. In cell B2, Enter the date </w:t>
      </w:r>
      <w:r w:rsidRPr="001C5258">
        <w:rPr>
          <w:b/>
        </w:rPr>
        <w:t>4/3/2016</w:t>
      </w:r>
      <w:r>
        <w:rPr>
          <w:b/>
        </w:rPr>
        <w:t>.</w:t>
      </w:r>
    </w:p>
    <w:p w14:paraId="5539F70B" w14:textId="77CD1366" w:rsidR="001C5258" w:rsidRDefault="001C5258" w:rsidP="00AF06E6">
      <w:pPr>
        <w:spacing w:line="360" w:lineRule="auto"/>
      </w:pPr>
      <w:r>
        <w:rPr>
          <w:b/>
        </w:rPr>
        <w:t>7.</w:t>
      </w:r>
      <w:r w:rsidRPr="001C5258">
        <w:t xml:space="preserve">In the range </w:t>
      </w:r>
      <w:r w:rsidRPr="008E08BE">
        <w:rPr>
          <w:b/>
        </w:rPr>
        <w:t>A4:G9</w:t>
      </w:r>
      <w:r w:rsidRPr="001C5258">
        <w:t xml:space="preserve"> enter the data shown in Figure 1-43</w:t>
      </w:r>
      <w:r>
        <w:t>.</w:t>
      </w:r>
    </w:p>
    <w:p w14:paraId="518F0C06" w14:textId="4C865A57" w:rsidR="001C5258" w:rsidRDefault="00EC6433" w:rsidP="00AF06E6">
      <w:pPr>
        <w:spacing w:line="360" w:lineRule="auto"/>
      </w:pPr>
      <w:r>
        <w:t xml:space="preserve">8. Insert new cells into the range </w:t>
      </w:r>
      <w:r w:rsidRPr="008E08BE">
        <w:rPr>
          <w:b/>
        </w:rPr>
        <w:t>A4:A9</w:t>
      </w:r>
      <w:r>
        <w:t>, shifting the other cells to the right.</w:t>
      </w:r>
    </w:p>
    <w:p w14:paraId="3494D399" w14:textId="75800750" w:rsidR="00EC6433" w:rsidRDefault="0030639F" w:rsidP="00904E9D">
      <w:pPr>
        <w:spacing w:line="480" w:lineRule="auto"/>
      </w:pPr>
      <w:r>
        <w:t xml:space="preserve">9.Enter the label </w:t>
      </w:r>
      <w:r w:rsidRPr="0030639F">
        <w:rPr>
          <w:b/>
        </w:rPr>
        <w:t>BOOK ID</w:t>
      </w:r>
      <w:r>
        <w:rPr>
          <w:b/>
        </w:rPr>
        <w:t xml:space="preserve"> </w:t>
      </w:r>
      <w:r w:rsidRPr="0030639F">
        <w:t xml:space="preserve">in cell 4, type </w:t>
      </w:r>
      <w:r w:rsidRPr="0030639F">
        <w:rPr>
          <w:b/>
        </w:rPr>
        <w:t>02103-new</w:t>
      </w:r>
      <w:r w:rsidRPr="0030639F">
        <w:t xml:space="preserve"> in cell A5, and then type </w:t>
      </w:r>
      <w:r w:rsidRPr="0030639F">
        <w:rPr>
          <w:b/>
        </w:rPr>
        <w:t>09076-used</w:t>
      </w:r>
      <w:r w:rsidRPr="0030639F">
        <w:t xml:space="preserve"> in cell A6</w:t>
      </w:r>
      <w:r>
        <w:t>.</w:t>
      </w:r>
    </w:p>
    <w:p w14:paraId="7FA43173" w14:textId="6E6CC29F" w:rsidR="00484F64" w:rsidRDefault="00484F64" w:rsidP="00904E9D">
      <w:pPr>
        <w:spacing w:line="480" w:lineRule="auto"/>
      </w:pPr>
      <w:r>
        <w:t>10.</w:t>
      </w:r>
      <w:r w:rsidR="00703AB2">
        <w:t xml:space="preserve">Use </w:t>
      </w:r>
      <w:r w:rsidR="00703AB2" w:rsidRPr="00703AB2">
        <w:rPr>
          <w:b/>
        </w:rPr>
        <w:t>fla</w:t>
      </w:r>
      <w:r w:rsidR="00B72F5C">
        <w:rPr>
          <w:b/>
        </w:rPr>
        <w:t>s</w:t>
      </w:r>
      <w:r w:rsidR="00703AB2" w:rsidRPr="00703AB2">
        <w:rPr>
          <w:b/>
        </w:rPr>
        <w:t>h fill</w:t>
      </w:r>
      <w:r w:rsidR="00703AB2">
        <w:t xml:space="preserve"> to fill in the remaining book IDs.</w:t>
      </w:r>
    </w:p>
    <w:p w14:paraId="452DB02C" w14:textId="3E4A2819" w:rsidR="00703AB2" w:rsidRPr="00E502D0" w:rsidRDefault="00703AB2" w:rsidP="00904E9D">
      <w:pPr>
        <w:spacing w:line="480" w:lineRule="auto"/>
      </w:pPr>
      <w:r>
        <w:t xml:space="preserve">11. </w:t>
      </w:r>
      <w:r w:rsidRPr="00E502D0">
        <w:t>Set the width of columns A through D to 15 Characters each. Set the Width of column E to 30 Characters. Set the Width of column F to 20 Characters. Set the Width of column G to 15 Characters.</w:t>
      </w:r>
    </w:p>
    <w:p w14:paraId="026D8313" w14:textId="35122262" w:rsidR="00703AB2" w:rsidRDefault="007063BC" w:rsidP="00904E9D">
      <w:pPr>
        <w:spacing w:line="480" w:lineRule="auto"/>
      </w:pPr>
      <w:r w:rsidRPr="00E502D0">
        <w:t>12. Set the book titles in the range E4:E9 to wrap to a new line</w:t>
      </w:r>
    </w:p>
    <w:p w14:paraId="590C4BDB" w14:textId="270DA1E5" w:rsidR="004812EA" w:rsidRDefault="004812EA" w:rsidP="00904E9D">
      <w:pPr>
        <w:spacing w:line="480" w:lineRule="auto"/>
      </w:pPr>
      <w:r>
        <w:t>13.</w:t>
      </w:r>
      <w:r w:rsidR="00D22AB9">
        <w:t xml:space="preserve">Autofit the </w:t>
      </w:r>
      <w:r w:rsidR="00B72F5C">
        <w:t>heights</w:t>
      </w:r>
      <w:r w:rsidR="00D22AB9">
        <w:t xml:space="preserve"> of rows 4 through 9.</w:t>
      </w:r>
    </w:p>
    <w:p w14:paraId="1608D37D" w14:textId="77777777" w:rsidR="00301C10" w:rsidRDefault="00D11C59" w:rsidP="00904E9D">
      <w:pPr>
        <w:spacing w:line="480" w:lineRule="auto"/>
      </w:pPr>
      <w:r>
        <w:t>14. Move the book list in the range A4:H9 to the range A8:H13</w:t>
      </w:r>
      <w:r w:rsidR="00717977">
        <w:t xml:space="preserve">. </w:t>
      </w:r>
    </w:p>
    <w:p w14:paraId="122ECB1A" w14:textId="5A08DEB9" w:rsidR="00301C10" w:rsidRDefault="00301C10" w:rsidP="00904E9D">
      <w:pPr>
        <w:spacing w:line="480" w:lineRule="auto"/>
      </w:pPr>
      <w:r>
        <w:t xml:space="preserve">15.In cell G15, enter the text </w:t>
      </w:r>
      <w:r w:rsidRPr="00524417">
        <w:rPr>
          <w:b/>
        </w:rPr>
        <w:t>TOTAL</w:t>
      </w:r>
      <w:r>
        <w:t>. In cell H15, enter a function to add the price in the range H9:H13.</w:t>
      </w:r>
    </w:p>
    <w:p w14:paraId="1BBCA019" w14:textId="54202CB5" w:rsidR="00524417" w:rsidRDefault="00301C10" w:rsidP="00904E9D">
      <w:pPr>
        <w:spacing w:line="480" w:lineRule="auto"/>
      </w:pPr>
      <w:r>
        <w:t>16.In cell A4, enter</w:t>
      </w:r>
      <w:r w:rsidR="005426EE">
        <w:t xml:space="preserve"> </w:t>
      </w:r>
      <w:r w:rsidR="00524417">
        <w:t xml:space="preserve">the text </w:t>
      </w:r>
      <w:r w:rsidR="00524417" w:rsidRPr="00524417">
        <w:rPr>
          <w:b/>
        </w:rPr>
        <w:t>TOTAL BOOKS</w:t>
      </w:r>
      <w:r w:rsidR="00524417">
        <w:t xml:space="preserve">. In cell B4 Enter a </w:t>
      </w:r>
      <w:r w:rsidR="00B72F5C">
        <w:t>function</w:t>
      </w:r>
      <w:bookmarkStart w:id="0" w:name="_GoBack"/>
      <w:bookmarkEnd w:id="0"/>
      <w:r w:rsidR="00524417">
        <w:t xml:space="preserve"> to count the numbers of numeric values in the range H9:H13.</w:t>
      </w:r>
    </w:p>
    <w:p w14:paraId="2851CD60" w14:textId="77777777" w:rsidR="00524417" w:rsidRDefault="00524417" w:rsidP="00904E9D">
      <w:pPr>
        <w:spacing w:line="480" w:lineRule="auto"/>
      </w:pPr>
      <w:r>
        <w:t xml:space="preserve">17.In cell A5 enter the text </w:t>
      </w:r>
      <w:r w:rsidRPr="00524417">
        <w:rPr>
          <w:b/>
        </w:rPr>
        <w:t>TOTAL PRICE</w:t>
      </w:r>
      <w:r>
        <w:t xml:space="preserve"> . In cell B5, display the value from cell H15.</w:t>
      </w:r>
    </w:p>
    <w:p w14:paraId="05C10E1A" w14:textId="1645BD87" w:rsidR="00E502D0" w:rsidRDefault="00524417" w:rsidP="00904E9D">
      <w:pPr>
        <w:spacing w:line="480" w:lineRule="auto"/>
      </w:pPr>
      <w:r>
        <w:t>18.</w:t>
      </w:r>
      <w:r w:rsidR="00B3596C">
        <w:t>In cell A6, enter the text AVERAGE PRICE. In cell B6, enter a formula to calculate</w:t>
      </w:r>
      <w:r w:rsidR="00341311">
        <w:t xml:space="preserve"> the total price paid for the books (listed in cell B5)</w:t>
      </w:r>
      <w:r w:rsidR="00717977">
        <w:t xml:space="preserve"> </w:t>
      </w:r>
      <w:r w:rsidR="00341311">
        <w:t>divided by the number of books purchased (listed in cell B4).</w:t>
      </w:r>
      <w:r w:rsidR="00717977">
        <w:t xml:space="preserve">       </w:t>
      </w:r>
    </w:p>
    <w:p w14:paraId="620B03ED" w14:textId="325CC9F4" w:rsidR="00E502D0" w:rsidRDefault="00E502D0" w:rsidP="00904E9D">
      <w:pPr>
        <w:spacing w:line="480" w:lineRule="auto"/>
      </w:pPr>
      <w:r>
        <w:lastRenderedPageBreak/>
        <w:t>19.</w:t>
      </w:r>
      <w:r w:rsidR="006139E5">
        <w:t xml:space="preserve"> Add borders around each cell in the nonadjacent range A4:B6;A8:H13;G15:H15.</w:t>
      </w:r>
    </w:p>
    <w:p w14:paraId="0461165C" w14:textId="31A428BF" w:rsidR="00E502D0" w:rsidRDefault="00E502D0" w:rsidP="00904E9D">
      <w:pPr>
        <w:spacing w:line="480" w:lineRule="auto"/>
      </w:pPr>
      <w:r>
        <w:t>20.</w:t>
      </w:r>
      <w:r w:rsidR="00D90B7B">
        <w:t xml:space="preserve">For the books worksheet, change the page orientation to landscape and scale the worksheet to print on a single page for the both width and the height. </w:t>
      </w:r>
    </w:p>
    <w:p w14:paraId="6B638791" w14:textId="582B90CD" w:rsidR="00E502D0" w:rsidRDefault="00E502D0" w:rsidP="00904E9D">
      <w:pPr>
        <w:spacing w:line="480" w:lineRule="auto"/>
      </w:pPr>
      <w:r>
        <w:t>21.</w:t>
      </w:r>
      <w:r w:rsidR="00116E09">
        <w:t xml:space="preserve"> Display t</w:t>
      </w:r>
      <w:r w:rsidR="008151F3">
        <w:t xml:space="preserve">he </w:t>
      </w:r>
      <w:r w:rsidR="000C5CAE">
        <w:t>formulas</w:t>
      </w:r>
      <w:r w:rsidR="008151F3">
        <w:t xml:space="preserve"> in the books worksheet, and set the </w:t>
      </w:r>
      <w:r w:rsidR="000C5CAE">
        <w:t>grindings</w:t>
      </w:r>
      <w:r w:rsidR="008151F3">
        <w:t xml:space="preserve"> and row/ Column he</w:t>
      </w:r>
      <w:r w:rsidR="000C5CAE">
        <w:t>adings to print.</w:t>
      </w:r>
    </w:p>
    <w:p w14:paraId="2143F0FD" w14:textId="05224C40" w:rsidR="00E502D0" w:rsidRDefault="00E502D0" w:rsidP="00904E9D">
      <w:pPr>
        <w:spacing w:line="480" w:lineRule="auto"/>
      </w:pPr>
      <w:r>
        <w:t>22.</w:t>
      </w:r>
      <w:r w:rsidR="00561CE7">
        <w:t xml:space="preserve"> Save and close</w:t>
      </w:r>
      <w:r w:rsidR="00DD64FA">
        <w:t>.</w:t>
      </w:r>
    </w:p>
    <w:p w14:paraId="0BFD07D6" w14:textId="77777777" w:rsidR="00DD64FA" w:rsidRDefault="00DD64FA" w:rsidP="00904E9D">
      <w:pPr>
        <w:spacing w:line="480" w:lineRule="auto"/>
      </w:pPr>
    </w:p>
    <w:p w14:paraId="27B3FFE5" w14:textId="4680EE6E" w:rsidR="00D11C59" w:rsidRPr="00D46DAA" w:rsidRDefault="00717977" w:rsidP="00D46DAA">
      <w:r>
        <w:t xml:space="preserve">                                    </w:t>
      </w:r>
    </w:p>
    <w:sectPr w:rsidR="00D11C59" w:rsidRPr="00D46DAA" w:rsidSect="001D4DD6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A6"/>
    <w:rsid w:val="00040CC3"/>
    <w:rsid w:val="00064EA1"/>
    <w:rsid w:val="000C5CAE"/>
    <w:rsid w:val="00116E09"/>
    <w:rsid w:val="001A478E"/>
    <w:rsid w:val="001A7F31"/>
    <w:rsid w:val="001C5258"/>
    <w:rsid w:val="001D4DD6"/>
    <w:rsid w:val="00227D83"/>
    <w:rsid w:val="002E2F4E"/>
    <w:rsid w:val="00301C10"/>
    <w:rsid w:val="0030639F"/>
    <w:rsid w:val="00333DAE"/>
    <w:rsid w:val="00341311"/>
    <w:rsid w:val="00357CA6"/>
    <w:rsid w:val="00383A3A"/>
    <w:rsid w:val="00474B60"/>
    <w:rsid w:val="004812EA"/>
    <w:rsid w:val="00484F64"/>
    <w:rsid w:val="00485E43"/>
    <w:rsid w:val="004B5F41"/>
    <w:rsid w:val="00524417"/>
    <w:rsid w:val="005426EE"/>
    <w:rsid w:val="00561CE7"/>
    <w:rsid w:val="005C43F4"/>
    <w:rsid w:val="006139E5"/>
    <w:rsid w:val="00634CAB"/>
    <w:rsid w:val="00691854"/>
    <w:rsid w:val="006B5D1A"/>
    <w:rsid w:val="00703AB2"/>
    <w:rsid w:val="007063BC"/>
    <w:rsid w:val="00717977"/>
    <w:rsid w:val="00734EF6"/>
    <w:rsid w:val="007A4745"/>
    <w:rsid w:val="008151F3"/>
    <w:rsid w:val="008624C9"/>
    <w:rsid w:val="00893D58"/>
    <w:rsid w:val="008E08BE"/>
    <w:rsid w:val="00904E9D"/>
    <w:rsid w:val="00A95F1A"/>
    <w:rsid w:val="00AF06E6"/>
    <w:rsid w:val="00B3596C"/>
    <w:rsid w:val="00B72F5C"/>
    <w:rsid w:val="00CF7846"/>
    <w:rsid w:val="00D11C59"/>
    <w:rsid w:val="00D22AB9"/>
    <w:rsid w:val="00D46DAA"/>
    <w:rsid w:val="00D82BCC"/>
    <w:rsid w:val="00D90B7B"/>
    <w:rsid w:val="00DD64FA"/>
    <w:rsid w:val="00DF2351"/>
    <w:rsid w:val="00E502D0"/>
    <w:rsid w:val="00EC6433"/>
    <w:rsid w:val="00ED15B2"/>
    <w:rsid w:val="00F0580F"/>
    <w:rsid w:val="00FB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9BC6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5AA8EB1C</Template>
  <TotalTime>2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Alodan</dc:creator>
  <cp:lastModifiedBy>Norah Abd. Alsubaie</cp:lastModifiedBy>
  <cp:revision>4</cp:revision>
  <dcterms:created xsi:type="dcterms:W3CDTF">2015-02-11T06:59:00Z</dcterms:created>
  <dcterms:modified xsi:type="dcterms:W3CDTF">2015-02-11T09:13:00Z</dcterms:modified>
</cp:coreProperties>
</file>